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542" w:rsidRDefault="00D23542">
      <w:proofErr w:type="spellStart"/>
      <w:r>
        <w:t>Myu’s</w:t>
      </w:r>
      <w:proofErr w:type="spellEnd"/>
      <w:r>
        <w:t xml:space="preserve"> adventure                                                                                                                                                        </w:t>
      </w:r>
      <w:proofErr w:type="gramStart"/>
      <w:r>
        <w:t>In</w:t>
      </w:r>
      <w:proofErr w:type="gramEnd"/>
      <w:r>
        <w:t xml:space="preserve"> ancient Auckland was a forest with one problem. That problem was that an evil queen called Hera had made a petrifying dragon called Scar. Scar was as enormous as a castle. Scar and Hera was going to smash the woodland. Hera’s dream was to rule the forest. The only way to defeat Hera and the dragon was an enchanted </w:t>
      </w:r>
      <w:r w:rsidR="008F6C9A">
        <w:t>bow</w:t>
      </w:r>
      <w:r w:rsidR="00941D79">
        <w:t xml:space="preserve"> and arrow kept by a dwarf. </w:t>
      </w:r>
      <w:proofErr w:type="spellStart"/>
      <w:r w:rsidR="00941D79">
        <w:t>Myu</w:t>
      </w:r>
      <w:proofErr w:type="spellEnd"/>
      <w:r w:rsidR="008F6C9A">
        <w:t xml:space="preserve"> the elf (with fairy wings) was chosen. She had a mammoth thick pony tail that was black as night and wore a moss green tunic.</w:t>
      </w:r>
    </w:p>
    <w:p w:rsidR="008F6C9A" w:rsidRDefault="008F6C9A">
      <w:r>
        <w:t xml:space="preserve">The next day the </w:t>
      </w:r>
      <w:proofErr w:type="gramStart"/>
      <w:r>
        <w:t>My</w:t>
      </w:r>
      <w:proofErr w:type="gramEnd"/>
      <w:r>
        <w:t xml:space="preserve"> started her quest. She headed for the castle with the bow and arrow.</w:t>
      </w:r>
      <w:r w:rsidR="00163CF2">
        <w:t xml:space="preserve"> </w:t>
      </w:r>
      <w:r>
        <w:t xml:space="preserve">She </w:t>
      </w:r>
      <w:proofErr w:type="gramStart"/>
      <w:r>
        <w:t>sleighed</w:t>
      </w:r>
      <w:proofErr w:type="gramEnd"/>
      <w:r>
        <w:t xml:space="preserve"> the dwarf and the others. She snatched the bow and arrow and sprinted </w:t>
      </w:r>
      <w:r w:rsidR="00163CF2">
        <w:t>to the forest.</w:t>
      </w:r>
      <w:r w:rsidR="00F63AEA">
        <w:t xml:space="preserve"> </w:t>
      </w:r>
      <w:r w:rsidR="00163CF2">
        <w:t xml:space="preserve">The forest was still gloomy but she waited outside for Hera and the dragon. 1 hour later there was a big thunder and the </w:t>
      </w:r>
      <w:r w:rsidR="00941D79">
        <w:t xml:space="preserve">hideous Scar with Hera on top him was storming from far far away. My stood up and the next minute the dragon was </w:t>
      </w:r>
      <w:r w:rsidR="00DF4257">
        <w:t xml:space="preserve">right in front of her. When she was about to fly the dragon spitted on her. Now she couldn’t fly. </w:t>
      </w:r>
      <w:proofErr w:type="spellStart"/>
      <w:r w:rsidR="00DF4257">
        <w:t>Myu</w:t>
      </w:r>
      <w:proofErr w:type="spellEnd"/>
      <w:r w:rsidR="00DF4257">
        <w:t xml:space="preserve"> turned invisible until her wings were dry. Then she flew and shot the arrow at the dragon’s eye and the dragon fell. Hera was so sad that she never came back. And from then on </w:t>
      </w:r>
      <w:proofErr w:type="spellStart"/>
      <w:r w:rsidR="00DF4257">
        <w:t>My</w:t>
      </w:r>
      <w:r w:rsidR="00F63AEA">
        <w:t>u</w:t>
      </w:r>
      <w:proofErr w:type="spellEnd"/>
      <w:r w:rsidR="00F63AEA">
        <w:t xml:space="preserve"> </w:t>
      </w:r>
      <w:r w:rsidR="00DF4257">
        <w:t xml:space="preserve"> became famous</w:t>
      </w:r>
      <w:r w:rsidR="00F63AEA">
        <w:t xml:space="preserve"> .</w:t>
      </w:r>
      <w:bookmarkStart w:id="0" w:name="_GoBack"/>
      <w:bookmarkEnd w:id="0"/>
    </w:p>
    <w:sectPr w:rsidR="008F6C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155"/>
    <w:rsid w:val="00163CF2"/>
    <w:rsid w:val="00501155"/>
    <w:rsid w:val="008F6C9A"/>
    <w:rsid w:val="00941D79"/>
    <w:rsid w:val="00AB71A1"/>
    <w:rsid w:val="00AE5D1F"/>
    <w:rsid w:val="00D23542"/>
    <w:rsid w:val="00DF4257"/>
    <w:rsid w:val="00F63AE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9E82CD79</Template>
  <TotalTime>49</TotalTime>
  <Pages>1</Pages>
  <Words>204</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3</cp:revision>
  <dcterms:created xsi:type="dcterms:W3CDTF">2011-07-12T22:29:00Z</dcterms:created>
  <dcterms:modified xsi:type="dcterms:W3CDTF">2011-07-13T00:28:00Z</dcterms:modified>
</cp:coreProperties>
</file>